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801EC" w14:textId="77777777" w:rsidR="00091923" w:rsidRPr="001D3F5A" w:rsidRDefault="00091923" w:rsidP="00091923">
      <w:pPr>
        <w:jc w:val="both"/>
        <w:rPr>
          <w:sz w:val="22"/>
          <w:szCs w:val="22"/>
        </w:rPr>
      </w:pPr>
    </w:p>
    <w:p w14:paraId="668801ED" w14:textId="77777777" w:rsidR="00091923" w:rsidRPr="001D3F5A" w:rsidRDefault="00671581" w:rsidP="00671581">
      <w:pPr>
        <w:suppressAutoHyphens/>
        <w:ind w:left="4820"/>
        <w:jc w:val="both"/>
        <w:rPr>
          <w:rFonts w:cs="Arial"/>
          <w:snapToGrid w:val="0"/>
          <w:sz w:val="22"/>
          <w:szCs w:val="22"/>
        </w:rPr>
      </w:pPr>
      <w:r>
        <w:rPr>
          <w:rFonts w:cs="Arial"/>
          <w:snapToGrid w:val="0"/>
          <w:sz w:val="22"/>
          <w:szCs w:val="22"/>
        </w:rPr>
        <w:t xml:space="preserve">    </w:t>
      </w:r>
      <w:r w:rsidR="00091923" w:rsidRPr="001D3F5A">
        <w:rPr>
          <w:rFonts w:cs="Arial"/>
          <w:snapToGrid w:val="0"/>
          <w:sz w:val="22"/>
          <w:szCs w:val="22"/>
        </w:rPr>
        <w:t>................................. dnia _ _. _ _. _ _ _ _ r.</w:t>
      </w:r>
    </w:p>
    <w:p w14:paraId="668801F0" w14:textId="77777777" w:rsidR="00091923" w:rsidRPr="001D3F5A" w:rsidRDefault="00091923" w:rsidP="00091923">
      <w:pPr>
        <w:jc w:val="both"/>
        <w:rPr>
          <w:i/>
          <w:sz w:val="16"/>
          <w:szCs w:val="16"/>
        </w:rPr>
      </w:pPr>
    </w:p>
    <w:p w14:paraId="668801F2" w14:textId="578B25F4" w:rsidR="00091923" w:rsidRPr="001D3F5A" w:rsidRDefault="00B80D2C" w:rsidP="00091923">
      <w:pPr>
        <w:jc w:val="both"/>
        <w:rPr>
          <w:sz w:val="22"/>
          <w:szCs w:val="22"/>
        </w:rPr>
      </w:pPr>
      <w:r w:rsidRPr="001D3F5A">
        <w:rPr>
          <w:sz w:val="22"/>
          <w:szCs w:val="22"/>
        </w:rPr>
        <w:t>sygn. akt Prokuratury…………………………</w:t>
      </w:r>
    </w:p>
    <w:p w14:paraId="668801F3" w14:textId="601D1A69" w:rsidR="00B80D2C" w:rsidRPr="001D3F5A" w:rsidRDefault="00B80D2C" w:rsidP="00091923">
      <w:pPr>
        <w:jc w:val="both"/>
        <w:rPr>
          <w:sz w:val="22"/>
          <w:szCs w:val="22"/>
        </w:rPr>
      </w:pPr>
      <w:r w:rsidRPr="001D3F5A">
        <w:rPr>
          <w:sz w:val="22"/>
          <w:szCs w:val="22"/>
        </w:rPr>
        <w:t>Nr rej.: ………………………………………….</w:t>
      </w:r>
    </w:p>
    <w:p w14:paraId="668801F4" w14:textId="77777777" w:rsidR="00B80D2C" w:rsidRPr="001D3F5A" w:rsidRDefault="00B80D2C" w:rsidP="00091923">
      <w:pPr>
        <w:jc w:val="both"/>
        <w:rPr>
          <w:sz w:val="22"/>
          <w:szCs w:val="22"/>
        </w:rPr>
      </w:pPr>
    </w:p>
    <w:p w14:paraId="668801F5" w14:textId="77777777" w:rsidR="00B80D2C" w:rsidRPr="001D3F5A" w:rsidRDefault="00B80D2C" w:rsidP="00091923">
      <w:pPr>
        <w:ind w:left="5103"/>
        <w:jc w:val="both"/>
        <w:rPr>
          <w:b/>
          <w:sz w:val="22"/>
          <w:szCs w:val="22"/>
        </w:rPr>
      </w:pPr>
    </w:p>
    <w:p w14:paraId="668801F6" w14:textId="77777777" w:rsidR="00091923" w:rsidRPr="001D3F5A" w:rsidRDefault="00091923" w:rsidP="00091923">
      <w:pPr>
        <w:ind w:left="5103"/>
        <w:jc w:val="both"/>
        <w:rPr>
          <w:b/>
          <w:sz w:val="22"/>
          <w:szCs w:val="22"/>
        </w:rPr>
      </w:pPr>
      <w:r w:rsidRPr="001D3F5A">
        <w:rPr>
          <w:b/>
          <w:sz w:val="22"/>
          <w:szCs w:val="22"/>
        </w:rPr>
        <w:t>Prokuratura Rejonowa</w:t>
      </w:r>
    </w:p>
    <w:p w14:paraId="668801F7" w14:textId="77777777" w:rsidR="00091923" w:rsidRPr="001D3F5A" w:rsidRDefault="00091923" w:rsidP="00091923">
      <w:pPr>
        <w:suppressAutoHyphens/>
        <w:ind w:left="5103" w:right="50"/>
        <w:rPr>
          <w:rFonts w:cs="Arial"/>
          <w:sz w:val="22"/>
          <w:szCs w:val="22"/>
        </w:rPr>
      </w:pPr>
      <w:r w:rsidRPr="001D3F5A">
        <w:rPr>
          <w:b/>
          <w:sz w:val="22"/>
          <w:szCs w:val="22"/>
        </w:rPr>
        <w:t>w</w:t>
      </w:r>
      <w:r w:rsidRPr="001D3F5A">
        <w:rPr>
          <w:rFonts w:cs="Arial"/>
          <w:sz w:val="22"/>
          <w:szCs w:val="22"/>
        </w:rPr>
        <w:t>.....................................................................</w:t>
      </w:r>
    </w:p>
    <w:p w14:paraId="668801F8" w14:textId="77777777" w:rsidR="00091923" w:rsidRPr="001D3F5A" w:rsidRDefault="00091923" w:rsidP="00091923">
      <w:pPr>
        <w:suppressAutoHyphens/>
        <w:ind w:left="5103" w:right="50"/>
        <w:rPr>
          <w:rFonts w:cs="Arial"/>
          <w:sz w:val="22"/>
          <w:szCs w:val="22"/>
        </w:rPr>
      </w:pPr>
      <w:r w:rsidRPr="001D3F5A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668801F9" w14:textId="77777777" w:rsidR="00B80D2C" w:rsidRPr="001D3F5A" w:rsidRDefault="00B80D2C" w:rsidP="00091923">
      <w:pPr>
        <w:ind w:left="5103"/>
        <w:jc w:val="both"/>
        <w:rPr>
          <w:b/>
          <w:sz w:val="22"/>
          <w:szCs w:val="22"/>
        </w:rPr>
      </w:pPr>
    </w:p>
    <w:p w14:paraId="668801FA" w14:textId="77777777" w:rsidR="00B80D2C" w:rsidRPr="001D3F5A" w:rsidRDefault="00B80D2C" w:rsidP="00091923">
      <w:pPr>
        <w:jc w:val="both"/>
        <w:rPr>
          <w:sz w:val="22"/>
          <w:szCs w:val="22"/>
        </w:rPr>
      </w:pPr>
    </w:p>
    <w:p w14:paraId="668801FB" w14:textId="77777777" w:rsidR="00B80D2C" w:rsidRPr="001D3F5A" w:rsidRDefault="00B80D2C" w:rsidP="00091923">
      <w:pPr>
        <w:jc w:val="both"/>
        <w:rPr>
          <w:sz w:val="22"/>
          <w:szCs w:val="22"/>
        </w:rPr>
      </w:pPr>
    </w:p>
    <w:p w14:paraId="668801FC" w14:textId="77777777" w:rsidR="00B80D2C" w:rsidRPr="001D3F5A" w:rsidRDefault="00B80D2C" w:rsidP="00091923">
      <w:pPr>
        <w:pStyle w:val="Tekstpodstawowywcity"/>
        <w:spacing w:after="0"/>
        <w:ind w:left="0" w:firstLine="3"/>
        <w:jc w:val="center"/>
        <w:rPr>
          <w:rFonts w:cs="Arial"/>
          <w:b/>
          <w:spacing w:val="100"/>
          <w:sz w:val="22"/>
          <w:szCs w:val="22"/>
        </w:rPr>
      </w:pPr>
      <w:r w:rsidRPr="001D3F5A">
        <w:rPr>
          <w:rFonts w:cs="Arial"/>
          <w:b/>
          <w:spacing w:val="100"/>
          <w:sz w:val="22"/>
          <w:szCs w:val="22"/>
        </w:rPr>
        <w:t>WNIOSE</w:t>
      </w:r>
      <w:r w:rsidR="00091923" w:rsidRPr="001D3F5A">
        <w:rPr>
          <w:rFonts w:cs="Arial"/>
          <w:b/>
          <w:spacing w:val="100"/>
          <w:sz w:val="22"/>
          <w:szCs w:val="22"/>
        </w:rPr>
        <w:t>K</w:t>
      </w:r>
    </w:p>
    <w:p w14:paraId="668801FD" w14:textId="77777777" w:rsidR="00091923" w:rsidRPr="001D3F5A" w:rsidRDefault="00091923" w:rsidP="00091923">
      <w:pPr>
        <w:pStyle w:val="Tekstpodstawowywcity"/>
        <w:spacing w:after="0"/>
        <w:ind w:left="0" w:firstLine="3"/>
        <w:jc w:val="center"/>
        <w:rPr>
          <w:rFonts w:cs="Arial"/>
          <w:b/>
          <w:spacing w:val="100"/>
          <w:sz w:val="22"/>
          <w:szCs w:val="22"/>
        </w:rPr>
      </w:pPr>
    </w:p>
    <w:p w14:paraId="668801FE" w14:textId="77777777" w:rsidR="00B80D2C" w:rsidRPr="001D3F5A" w:rsidRDefault="00B80D2C" w:rsidP="00091923">
      <w:pPr>
        <w:pStyle w:val="Tekstpodstawowywcity"/>
        <w:tabs>
          <w:tab w:val="left" w:pos="3110"/>
        </w:tabs>
        <w:spacing w:after="0"/>
        <w:ind w:left="0"/>
        <w:jc w:val="center"/>
        <w:rPr>
          <w:rFonts w:cs="Arial"/>
          <w:b/>
          <w:spacing w:val="40"/>
          <w:sz w:val="22"/>
          <w:szCs w:val="22"/>
        </w:rPr>
      </w:pPr>
      <w:r w:rsidRPr="001D3F5A">
        <w:rPr>
          <w:rFonts w:cs="Arial"/>
          <w:b/>
          <w:spacing w:val="40"/>
          <w:sz w:val="22"/>
          <w:szCs w:val="22"/>
        </w:rPr>
        <w:t xml:space="preserve">o sporządzenie na piśmie i doręczenie uzasadnienia </w:t>
      </w:r>
    </w:p>
    <w:p w14:paraId="668801FF" w14:textId="77777777" w:rsidR="00B80D2C" w:rsidRPr="001D3F5A" w:rsidRDefault="00B80D2C" w:rsidP="00091923">
      <w:pPr>
        <w:pStyle w:val="Tekstpodstawowywcity"/>
        <w:tabs>
          <w:tab w:val="left" w:pos="3110"/>
        </w:tabs>
        <w:spacing w:after="0"/>
        <w:ind w:left="0"/>
        <w:jc w:val="center"/>
        <w:rPr>
          <w:rFonts w:cs="Arial"/>
          <w:sz w:val="22"/>
          <w:szCs w:val="22"/>
        </w:rPr>
      </w:pPr>
      <w:r w:rsidRPr="001D3F5A">
        <w:rPr>
          <w:rFonts w:cs="Arial"/>
          <w:b/>
          <w:spacing w:val="40"/>
          <w:sz w:val="22"/>
          <w:szCs w:val="22"/>
        </w:rPr>
        <w:t>postanowienia o odmowie wszczęcia dochodzenia</w:t>
      </w:r>
      <w:r w:rsidR="00873733">
        <w:rPr>
          <w:rFonts w:cs="Arial"/>
          <w:b/>
          <w:spacing w:val="40"/>
          <w:sz w:val="22"/>
          <w:szCs w:val="22"/>
        </w:rPr>
        <w:t>/śledztwa</w:t>
      </w:r>
      <w:r w:rsidR="00873733" w:rsidRPr="00873733">
        <w:rPr>
          <w:rFonts w:cs="Arial"/>
          <w:b/>
          <w:sz w:val="22"/>
          <w:szCs w:val="22"/>
          <w:vertAlign w:val="superscript"/>
        </w:rPr>
        <w:t>(*)</w:t>
      </w:r>
    </w:p>
    <w:p w14:paraId="66880200" w14:textId="77777777" w:rsidR="00B80D2C" w:rsidRPr="001D3F5A" w:rsidRDefault="00B80D2C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66880201" w14:textId="77777777" w:rsidR="00B80D2C" w:rsidRPr="001D3F5A" w:rsidRDefault="00B80D2C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1D3F5A">
        <w:rPr>
          <w:rFonts w:cs="Arial"/>
          <w:sz w:val="22"/>
          <w:szCs w:val="22"/>
        </w:rPr>
        <w:tab/>
      </w:r>
    </w:p>
    <w:p w14:paraId="66880202" w14:textId="77777777" w:rsidR="00B80D2C" w:rsidRPr="00873733" w:rsidRDefault="00B80D2C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1D3F5A">
        <w:rPr>
          <w:rFonts w:cs="Arial"/>
          <w:sz w:val="22"/>
          <w:szCs w:val="22"/>
        </w:rPr>
        <w:t>Działając na podstawie art. 325e §</w:t>
      </w:r>
      <w:r w:rsidR="005C22F0">
        <w:rPr>
          <w:rFonts w:cs="Arial"/>
          <w:sz w:val="22"/>
          <w:szCs w:val="22"/>
        </w:rPr>
        <w:t> </w:t>
      </w:r>
      <w:r w:rsidRPr="001D3F5A">
        <w:rPr>
          <w:rFonts w:cs="Arial"/>
          <w:sz w:val="22"/>
          <w:szCs w:val="22"/>
        </w:rPr>
        <w:t>1a Kodeksu postępowania k</w:t>
      </w:r>
      <w:r w:rsidR="00091923" w:rsidRPr="001D3F5A">
        <w:rPr>
          <w:rFonts w:cs="Arial"/>
          <w:sz w:val="22"/>
          <w:szCs w:val="22"/>
        </w:rPr>
        <w:t>arnego wnoszę o sporządzenie na </w:t>
      </w:r>
      <w:r w:rsidRPr="001D3F5A">
        <w:rPr>
          <w:rFonts w:cs="Arial"/>
          <w:sz w:val="22"/>
          <w:szCs w:val="22"/>
        </w:rPr>
        <w:t>piśmie uzasadnienia postanowienia o</w:t>
      </w:r>
      <w:r w:rsidR="00091923" w:rsidRPr="001D3F5A">
        <w:rPr>
          <w:rFonts w:cs="Arial"/>
          <w:sz w:val="22"/>
          <w:szCs w:val="22"/>
        </w:rPr>
        <w:t xml:space="preserve"> </w:t>
      </w:r>
      <w:r w:rsidRPr="001D3F5A">
        <w:rPr>
          <w:rFonts w:cs="Arial"/>
          <w:sz w:val="22"/>
          <w:szCs w:val="22"/>
        </w:rPr>
        <w:t xml:space="preserve">odmowie </w:t>
      </w:r>
      <w:r w:rsidRPr="00873733">
        <w:rPr>
          <w:rFonts w:cs="Arial"/>
          <w:sz w:val="22"/>
          <w:szCs w:val="22"/>
        </w:rPr>
        <w:t>wszczęcia dochodzenia/śledztwa</w:t>
      </w:r>
      <w:r w:rsidR="002134E2" w:rsidRPr="00873733">
        <w:rPr>
          <w:rFonts w:cs="Arial"/>
          <w:sz w:val="22"/>
          <w:szCs w:val="22"/>
          <w:vertAlign w:val="superscript"/>
        </w:rPr>
        <w:t>(</w:t>
      </w:r>
      <w:r w:rsidRPr="00873733">
        <w:rPr>
          <w:rFonts w:cs="Arial"/>
          <w:sz w:val="22"/>
          <w:szCs w:val="22"/>
          <w:vertAlign w:val="superscript"/>
        </w:rPr>
        <w:t>*</w:t>
      </w:r>
      <w:r w:rsidR="002134E2" w:rsidRPr="00873733">
        <w:rPr>
          <w:rFonts w:cs="Arial"/>
          <w:sz w:val="22"/>
          <w:szCs w:val="22"/>
          <w:vertAlign w:val="superscript"/>
        </w:rPr>
        <w:t>)</w:t>
      </w:r>
      <w:r w:rsidRPr="00873733">
        <w:rPr>
          <w:rFonts w:cs="Arial"/>
          <w:sz w:val="22"/>
          <w:szCs w:val="22"/>
          <w:vertAlign w:val="superscript"/>
        </w:rPr>
        <w:t xml:space="preserve"> </w:t>
      </w:r>
      <w:r w:rsidRPr="00873733">
        <w:rPr>
          <w:rFonts w:cs="Arial"/>
          <w:sz w:val="22"/>
          <w:szCs w:val="22"/>
        </w:rPr>
        <w:t xml:space="preserve">z dnia ………………………………., sygn. </w:t>
      </w:r>
      <w:r w:rsidR="005C22F0" w:rsidRPr="00873733">
        <w:rPr>
          <w:rFonts w:cs="Arial"/>
          <w:sz w:val="22"/>
          <w:szCs w:val="22"/>
        </w:rPr>
        <w:t>a</w:t>
      </w:r>
      <w:r w:rsidR="00091923" w:rsidRPr="00873733">
        <w:rPr>
          <w:rFonts w:cs="Arial"/>
          <w:sz w:val="22"/>
          <w:szCs w:val="22"/>
        </w:rPr>
        <w:t>kt</w:t>
      </w:r>
      <w:r w:rsidR="005C22F0" w:rsidRPr="00873733">
        <w:rPr>
          <w:rFonts w:cs="Arial"/>
          <w:sz w:val="22"/>
          <w:szCs w:val="22"/>
        </w:rPr>
        <w:t xml:space="preserve"> </w:t>
      </w:r>
      <w:r w:rsidR="00091923" w:rsidRPr="00873733">
        <w:rPr>
          <w:rFonts w:cs="Arial"/>
          <w:sz w:val="22"/>
          <w:szCs w:val="22"/>
        </w:rPr>
        <w:t>…………………….</w:t>
      </w:r>
      <w:r w:rsidR="005C22F0" w:rsidRPr="00873733">
        <w:rPr>
          <w:rFonts w:cs="Arial"/>
          <w:sz w:val="22"/>
          <w:szCs w:val="22"/>
        </w:rPr>
        <w:t>.</w:t>
      </w:r>
      <w:r w:rsidR="00091923" w:rsidRPr="00873733">
        <w:rPr>
          <w:rFonts w:cs="Arial"/>
          <w:sz w:val="22"/>
          <w:szCs w:val="22"/>
        </w:rPr>
        <w:t>………</w:t>
      </w:r>
      <w:r w:rsidR="005C22F0" w:rsidRPr="00873733">
        <w:rPr>
          <w:rFonts w:cs="Arial"/>
          <w:sz w:val="22"/>
          <w:szCs w:val="22"/>
        </w:rPr>
        <w:t xml:space="preserve"> </w:t>
      </w:r>
      <w:r w:rsidRPr="00873733">
        <w:rPr>
          <w:rFonts w:cs="Arial"/>
          <w:sz w:val="22"/>
          <w:szCs w:val="22"/>
        </w:rPr>
        <w:t xml:space="preserve">i doręczenie tego postanowienia </w:t>
      </w:r>
      <w:r w:rsidR="006743A2" w:rsidRPr="00873733">
        <w:rPr>
          <w:rFonts w:cs="Arial"/>
          <w:sz w:val="22"/>
          <w:szCs w:val="22"/>
        </w:rPr>
        <w:t xml:space="preserve">wraz </w:t>
      </w:r>
      <w:r w:rsidRPr="00873733">
        <w:rPr>
          <w:rFonts w:cs="Arial"/>
          <w:sz w:val="22"/>
          <w:szCs w:val="22"/>
        </w:rPr>
        <w:t>z uzasadnieniem.</w:t>
      </w:r>
    </w:p>
    <w:p w14:paraId="66880203" w14:textId="77777777" w:rsidR="00B80D2C" w:rsidRPr="001D3F5A" w:rsidRDefault="00B80D2C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873733">
        <w:rPr>
          <w:rFonts w:cs="Arial"/>
          <w:sz w:val="22"/>
          <w:szCs w:val="22"/>
        </w:rPr>
        <w:t xml:space="preserve">W odpowiedzi proszę o powołanie się zarówno na sygn. akt Prokuratury, jak i </w:t>
      </w:r>
      <w:r w:rsidRPr="001D3F5A">
        <w:rPr>
          <w:rFonts w:cs="Arial"/>
          <w:sz w:val="22"/>
          <w:szCs w:val="22"/>
        </w:rPr>
        <w:t>na nasz numer rejestracyjny.</w:t>
      </w:r>
    </w:p>
    <w:p w14:paraId="66880204" w14:textId="77777777" w:rsidR="00091923" w:rsidRPr="001D3F5A" w:rsidRDefault="00091923" w:rsidP="00091923">
      <w:pPr>
        <w:pStyle w:val="Tekstpodstawowywcity"/>
        <w:tabs>
          <w:tab w:val="left" w:pos="0"/>
        </w:tabs>
        <w:spacing w:after="0"/>
        <w:ind w:left="4956"/>
        <w:jc w:val="center"/>
        <w:rPr>
          <w:rFonts w:cs="Arial"/>
          <w:sz w:val="22"/>
          <w:szCs w:val="22"/>
        </w:rPr>
      </w:pPr>
    </w:p>
    <w:p w14:paraId="66880205" w14:textId="77777777" w:rsidR="00091923" w:rsidRPr="001D3F5A" w:rsidRDefault="00091923" w:rsidP="00091923">
      <w:pPr>
        <w:pStyle w:val="Tekstpodstawowywcity"/>
        <w:tabs>
          <w:tab w:val="left" w:pos="0"/>
        </w:tabs>
        <w:spacing w:after="0"/>
        <w:ind w:left="4956"/>
        <w:jc w:val="center"/>
        <w:rPr>
          <w:rFonts w:cs="Arial"/>
          <w:sz w:val="22"/>
          <w:szCs w:val="22"/>
        </w:rPr>
      </w:pPr>
    </w:p>
    <w:p w14:paraId="66880206" w14:textId="77777777" w:rsidR="00091923" w:rsidRPr="001D3F5A" w:rsidRDefault="00091923" w:rsidP="00091923">
      <w:pPr>
        <w:pStyle w:val="Tekstpodstawowywcity"/>
        <w:tabs>
          <w:tab w:val="left" w:pos="0"/>
        </w:tabs>
        <w:spacing w:after="0"/>
        <w:ind w:left="4956"/>
        <w:jc w:val="center"/>
        <w:rPr>
          <w:rFonts w:cs="Arial"/>
          <w:sz w:val="22"/>
          <w:szCs w:val="22"/>
        </w:rPr>
      </w:pPr>
    </w:p>
    <w:p w14:paraId="0EA8BAE1" w14:textId="77777777" w:rsidR="00BA435E" w:rsidRPr="001A0496" w:rsidRDefault="00BA435E" w:rsidP="00BA435E">
      <w:pPr>
        <w:suppressAutoHyphens/>
        <w:ind w:left="6237"/>
        <w:jc w:val="center"/>
        <w:rPr>
          <w:rFonts w:cs="Arial"/>
        </w:rPr>
      </w:pPr>
      <w:r w:rsidRPr="001A0496">
        <w:rPr>
          <w:rFonts w:cs="Arial"/>
        </w:rPr>
        <w:t>...................................................</w:t>
      </w:r>
    </w:p>
    <w:p w14:paraId="7A16059A" w14:textId="77777777" w:rsidR="00BA435E" w:rsidRPr="005B4C17" w:rsidRDefault="00BA435E" w:rsidP="00BA435E">
      <w:pPr>
        <w:keepNext/>
        <w:suppressAutoHyphens/>
        <w:ind w:left="6237"/>
        <w:jc w:val="center"/>
        <w:rPr>
          <w:rFonts w:cs="Arial"/>
          <w:i/>
          <w:sz w:val="16"/>
          <w:szCs w:val="16"/>
        </w:rPr>
      </w:pPr>
      <w:r w:rsidRPr="00B32603">
        <w:rPr>
          <w:rFonts w:cs="Arial"/>
          <w:i/>
          <w:sz w:val="16"/>
          <w:szCs w:val="16"/>
        </w:rPr>
        <w:t xml:space="preserve">(podpis i pieczęć </w:t>
      </w:r>
      <w:r>
        <w:rPr>
          <w:rFonts w:cs="Arial"/>
          <w:i/>
          <w:sz w:val="16"/>
          <w:szCs w:val="16"/>
        </w:rPr>
        <w:t xml:space="preserve">albo podpis elektroniczny </w:t>
      </w:r>
      <w:r w:rsidRPr="00B32603">
        <w:rPr>
          <w:rFonts w:cs="Arial"/>
          <w:i/>
          <w:sz w:val="16"/>
          <w:szCs w:val="16"/>
        </w:rPr>
        <w:t>inspektora pracy)</w:t>
      </w:r>
    </w:p>
    <w:p w14:paraId="66880209" w14:textId="77777777" w:rsidR="00091923" w:rsidRPr="001D3F5A" w:rsidRDefault="00091923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6"/>
          <w:szCs w:val="16"/>
        </w:rPr>
      </w:pPr>
    </w:p>
    <w:p w14:paraId="6688020A" w14:textId="77777777" w:rsidR="00D2492F" w:rsidRDefault="00D2492F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6"/>
          <w:szCs w:val="16"/>
        </w:rPr>
      </w:pPr>
    </w:p>
    <w:p w14:paraId="6688020B" w14:textId="77777777" w:rsidR="00E6665F" w:rsidRPr="001D3F5A" w:rsidRDefault="00E6665F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6"/>
          <w:szCs w:val="16"/>
        </w:rPr>
      </w:pPr>
    </w:p>
    <w:p w14:paraId="6688020C" w14:textId="77777777" w:rsidR="00D2492F" w:rsidRDefault="00D2492F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6"/>
          <w:szCs w:val="16"/>
        </w:rPr>
      </w:pPr>
    </w:p>
    <w:p w14:paraId="6688020D" w14:textId="77777777" w:rsidR="00E6665F" w:rsidRPr="00E6665F" w:rsidRDefault="00E6665F" w:rsidP="00091923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b/>
          <w:sz w:val="10"/>
          <w:szCs w:val="16"/>
        </w:rPr>
      </w:pPr>
      <w:r w:rsidRPr="00E6665F">
        <w:rPr>
          <w:rFonts w:cs="Arial"/>
          <w:sz w:val="18"/>
          <w:szCs w:val="22"/>
          <w:vertAlign w:val="superscript"/>
        </w:rPr>
        <w:t>(*)</w:t>
      </w:r>
      <w:r w:rsidRPr="00E6665F">
        <w:rPr>
          <w:rFonts w:cs="Arial"/>
          <w:sz w:val="16"/>
          <w:szCs w:val="22"/>
          <w:vertAlign w:val="superscript"/>
        </w:rPr>
        <w:t xml:space="preserve"> </w:t>
      </w:r>
      <w:r w:rsidRPr="00E6665F">
        <w:rPr>
          <w:rFonts w:cs="Arial"/>
          <w:sz w:val="16"/>
          <w:szCs w:val="22"/>
        </w:rPr>
        <w:t>– niepotrzebne skreślić</w:t>
      </w:r>
    </w:p>
    <w:sectPr w:rsidR="00E6665F" w:rsidRPr="00E6665F" w:rsidSect="00091923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851" w:right="1134" w:bottom="851" w:left="1134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13F7E" w14:textId="77777777" w:rsidR="004110D2" w:rsidRDefault="004110D2">
      <w:r>
        <w:separator/>
      </w:r>
    </w:p>
  </w:endnote>
  <w:endnote w:type="continuationSeparator" w:id="0">
    <w:p w14:paraId="519E65AC" w14:textId="77777777" w:rsidR="004110D2" w:rsidRDefault="00411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80212" w14:textId="77777777"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880213" w14:textId="77777777" w:rsidR="009264FB" w:rsidRDefault="009264FB" w:rsidP="00C056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80214" w14:textId="77777777"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192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6880215" w14:textId="77777777" w:rsidR="009264FB" w:rsidRDefault="009264FB" w:rsidP="00C056F9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E3778" w14:textId="77777777" w:rsidR="00BA435E" w:rsidRDefault="00BA435E" w:rsidP="00BA435E">
    <w:pPr>
      <w:pStyle w:val="Stopka"/>
    </w:pPr>
  </w:p>
  <w:p w14:paraId="6D12BF32" w14:textId="77777777" w:rsidR="00BA435E" w:rsidRPr="00DD08C0" w:rsidRDefault="00BA435E" w:rsidP="00BA435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80A042C" wp14:editId="334EF723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15E63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66880217" w14:textId="5C6F4C22" w:rsidR="00091923" w:rsidRPr="00BA435E" w:rsidRDefault="00BA435E" w:rsidP="00BA435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5BB56" w14:textId="77777777" w:rsidR="004110D2" w:rsidRDefault="004110D2">
      <w:r>
        <w:separator/>
      </w:r>
    </w:p>
  </w:footnote>
  <w:footnote w:type="continuationSeparator" w:id="0">
    <w:p w14:paraId="095B6BF4" w14:textId="77777777" w:rsidR="004110D2" w:rsidRDefault="00411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DF65A" w14:textId="0B7F6B0A" w:rsidR="00BA435E" w:rsidRPr="0049185E" w:rsidRDefault="00BA435E" w:rsidP="00BA435E">
    <w:pPr>
      <w:jc w:val="right"/>
      <w:rPr>
        <w:rFonts w:cs="Arial"/>
        <w:sz w:val="22"/>
        <w:szCs w:val="22"/>
      </w:rPr>
    </w:pPr>
    <w:r w:rsidRPr="0049185E">
      <w:rPr>
        <w:rFonts w:cs="Arial"/>
        <w:sz w:val="22"/>
        <w:szCs w:val="22"/>
      </w:rPr>
      <w:t>Załącznik nr 01.</w:t>
    </w:r>
    <w:r>
      <w:rPr>
        <w:rFonts w:cs="Arial"/>
        <w:sz w:val="22"/>
        <w:szCs w:val="22"/>
      </w:rPr>
      <w:t>22</w:t>
    </w:r>
  </w:p>
  <w:p w14:paraId="58C0ADB7" w14:textId="77777777" w:rsidR="00BA435E" w:rsidRPr="0049185E" w:rsidRDefault="00BA435E" w:rsidP="00BA435E">
    <w:pPr>
      <w:rPr>
        <w:rFonts w:cs="Arial"/>
        <w:b/>
        <w:spacing w:val="100"/>
        <w:sz w:val="22"/>
        <w:szCs w:val="22"/>
      </w:rPr>
    </w:pPr>
  </w:p>
  <w:p w14:paraId="72D52935" w14:textId="77777777" w:rsidR="00BA435E" w:rsidRPr="0049185E" w:rsidRDefault="00BA435E" w:rsidP="00BA435E">
    <w:pPr>
      <w:jc w:val="center"/>
      <w:rPr>
        <w:rFonts w:cs="Arial"/>
        <w:b/>
        <w:spacing w:val="100"/>
        <w:sz w:val="22"/>
        <w:szCs w:val="22"/>
      </w:rPr>
    </w:pPr>
    <w:r w:rsidRPr="0049185E">
      <w:rPr>
        <w:rFonts w:cs="Arial"/>
        <w:b/>
        <w:spacing w:val="100"/>
        <w:sz w:val="22"/>
        <w:szCs w:val="22"/>
      </w:rPr>
      <w:t>WZÓR</w:t>
    </w:r>
  </w:p>
  <w:p w14:paraId="769ACD63" w14:textId="77777777" w:rsidR="00BA435E" w:rsidRPr="004F0791" w:rsidRDefault="00BA435E" w:rsidP="00BA435E">
    <w:pPr>
      <w:jc w:val="center"/>
      <w:rPr>
        <w:rFonts w:cs="Arial"/>
        <w:b/>
        <w:spacing w:val="100"/>
      </w:rPr>
    </w:pPr>
  </w:p>
  <w:p w14:paraId="34451B34" w14:textId="323A2045" w:rsidR="00021767" w:rsidRDefault="00BA435E">
    <w:pPr>
      <w:pStyle w:val="Nagwek"/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70C402C8" wp14:editId="2AAB9F01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20AD3"/>
    <w:multiLevelType w:val="hybridMultilevel"/>
    <w:tmpl w:val="F6D6F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723"/>
    <w:multiLevelType w:val="hybridMultilevel"/>
    <w:tmpl w:val="12CC7872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D47242"/>
    <w:multiLevelType w:val="hybridMultilevel"/>
    <w:tmpl w:val="48A0791A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D970FC"/>
    <w:multiLevelType w:val="hybridMultilevel"/>
    <w:tmpl w:val="5D1667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4740B"/>
    <w:multiLevelType w:val="hybridMultilevel"/>
    <w:tmpl w:val="1960DC76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A05B8F"/>
    <w:multiLevelType w:val="hybridMultilevel"/>
    <w:tmpl w:val="89F4C9F2"/>
    <w:lvl w:ilvl="0" w:tplc="1AACAAF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7770D0"/>
    <w:multiLevelType w:val="hybridMultilevel"/>
    <w:tmpl w:val="E9C836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226208"/>
    <w:multiLevelType w:val="hybridMultilevel"/>
    <w:tmpl w:val="55AE5D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8F3003"/>
    <w:multiLevelType w:val="hybridMultilevel"/>
    <w:tmpl w:val="5B0E8D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A51FF9"/>
    <w:multiLevelType w:val="hybridMultilevel"/>
    <w:tmpl w:val="493853D4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AAD64A0"/>
    <w:multiLevelType w:val="hybridMultilevel"/>
    <w:tmpl w:val="007E46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112BEC"/>
    <w:multiLevelType w:val="hybridMultilevel"/>
    <w:tmpl w:val="832CC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20782"/>
    <w:multiLevelType w:val="hybridMultilevel"/>
    <w:tmpl w:val="560467EC"/>
    <w:lvl w:ilvl="0" w:tplc="589E35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CD1CAE"/>
    <w:multiLevelType w:val="hybridMultilevel"/>
    <w:tmpl w:val="060EB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C84843"/>
    <w:multiLevelType w:val="hybridMultilevel"/>
    <w:tmpl w:val="025A72B8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A66CF6"/>
    <w:multiLevelType w:val="hybridMultilevel"/>
    <w:tmpl w:val="DD6AC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72C55"/>
    <w:multiLevelType w:val="hybridMultilevel"/>
    <w:tmpl w:val="D7186B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DA3474"/>
    <w:multiLevelType w:val="hybridMultilevel"/>
    <w:tmpl w:val="7B469F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74AC8"/>
    <w:multiLevelType w:val="hybridMultilevel"/>
    <w:tmpl w:val="53CE567E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5021302">
    <w:abstractNumId w:val="8"/>
  </w:num>
  <w:num w:numId="2" w16cid:durableId="522939496">
    <w:abstractNumId w:val="9"/>
  </w:num>
  <w:num w:numId="3" w16cid:durableId="837189319">
    <w:abstractNumId w:val="2"/>
  </w:num>
  <w:num w:numId="4" w16cid:durableId="904796422">
    <w:abstractNumId w:val="5"/>
  </w:num>
  <w:num w:numId="5" w16cid:durableId="114178748">
    <w:abstractNumId w:val="18"/>
  </w:num>
  <w:num w:numId="6" w16cid:durableId="337074498">
    <w:abstractNumId w:val="4"/>
  </w:num>
  <w:num w:numId="7" w16cid:durableId="840268549">
    <w:abstractNumId w:val="14"/>
  </w:num>
  <w:num w:numId="8" w16cid:durableId="1002009915">
    <w:abstractNumId w:val="15"/>
  </w:num>
  <w:num w:numId="9" w16cid:durableId="456803984">
    <w:abstractNumId w:val="11"/>
  </w:num>
  <w:num w:numId="10" w16cid:durableId="331371845">
    <w:abstractNumId w:val="0"/>
  </w:num>
  <w:num w:numId="11" w16cid:durableId="1695303608">
    <w:abstractNumId w:val="1"/>
  </w:num>
  <w:num w:numId="12" w16cid:durableId="1209143333">
    <w:abstractNumId w:val="13"/>
  </w:num>
  <w:num w:numId="13" w16cid:durableId="81341170">
    <w:abstractNumId w:val="7"/>
  </w:num>
  <w:num w:numId="14" w16cid:durableId="242641595">
    <w:abstractNumId w:val="12"/>
  </w:num>
  <w:num w:numId="15" w16cid:durableId="103306995">
    <w:abstractNumId w:val="6"/>
  </w:num>
  <w:num w:numId="16" w16cid:durableId="105392902">
    <w:abstractNumId w:val="17"/>
  </w:num>
  <w:num w:numId="17" w16cid:durableId="256402838">
    <w:abstractNumId w:val="10"/>
  </w:num>
  <w:num w:numId="18" w16cid:durableId="71320823">
    <w:abstractNumId w:val="16"/>
  </w:num>
  <w:num w:numId="19" w16cid:durableId="5440302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6F9"/>
    <w:rsid w:val="000052D8"/>
    <w:rsid w:val="00011EC2"/>
    <w:rsid w:val="0001421D"/>
    <w:rsid w:val="00015099"/>
    <w:rsid w:val="00015F2F"/>
    <w:rsid w:val="00016010"/>
    <w:rsid w:val="000171DE"/>
    <w:rsid w:val="00021767"/>
    <w:rsid w:val="0003012F"/>
    <w:rsid w:val="0003113F"/>
    <w:rsid w:val="00032F9A"/>
    <w:rsid w:val="0003741A"/>
    <w:rsid w:val="00044BA7"/>
    <w:rsid w:val="00057E43"/>
    <w:rsid w:val="00062878"/>
    <w:rsid w:val="00063B81"/>
    <w:rsid w:val="00086426"/>
    <w:rsid w:val="00091923"/>
    <w:rsid w:val="000A34E8"/>
    <w:rsid w:val="000B7C58"/>
    <w:rsid w:val="000C2C2B"/>
    <w:rsid w:val="000C3A49"/>
    <w:rsid w:val="000D1BB0"/>
    <w:rsid w:val="000D3D39"/>
    <w:rsid w:val="000D6043"/>
    <w:rsid w:val="000E0B29"/>
    <w:rsid w:val="000E3323"/>
    <w:rsid w:val="000E4FA1"/>
    <w:rsid w:val="000E69FD"/>
    <w:rsid w:val="000F320D"/>
    <w:rsid w:val="000F42AA"/>
    <w:rsid w:val="000F44CA"/>
    <w:rsid w:val="00106C04"/>
    <w:rsid w:val="0011077F"/>
    <w:rsid w:val="0012006F"/>
    <w:rsid w:val="00126CCB"/>
    <w:rsid w:val="0012703B"/>
    <w:rsid w:val="00134BAE"/>
    <w:rsid w:val="00134E50"/>
    <w:rsid w:val="00135C17"/>
    <w:rsid w:val="00142F6B"/>
    <w:rsid w:val="00150823"/>
    <w:rsid w:val="00152A58"/>
    <w:rsid w:val="001531D4"/>
    <w:rsid w:val="0015320A"/>
    <w:rsid w:val="00171246"/>
    <w:rsid w:val="00171CDE"/>
    <w:rsid w:val="00173693"/>
    <w:rsid w:val="001866F9"/>
    <w:rsid w:val="00187009"/>
    <w:rsid w:val="001876AF"/>
    <w:rsid w:val="001903D6"/>
    <w:rsid w:val="00192EA4"/>
    <w:rsid w:val="001A2EAD"/>
    <w:rsid w:val="001B0EFE"/>
    <w:rsid w:val="001B40BE"/>
    <w:rsid w:val="001B4CD4"/>
    <w:rsid w:val="001B5111"/>
    <w:rsid w:val="001B7714"/>
    <w:rsid w:val="001B7CC4"/>
    <w:rsid w:val="001C160C"/>
    <w:rsid w:val="001C2203"/>
    <w:rsid w:val="001C3A52"/>
    <w:rsid w:val="001C4555"/>
    <w:rsid w:val="001D1776"/>
    <w:rsid w:val="001D3F5A"/>
    <w:rsid w:val="001D6023"/>
    <w:rsid w:val="001D636D"/>
    <w:rsid w:val="001E62DE"/>
    <w:rsid w:val="001F0A27"/>
    <w:rsid w:val="001F1C1C"/>
    <w:rsid w:val="001F5F94"/>
    <w:rsid w:val="002134E2"/>
    <w:rsid w:val="0021412C"/>
    <w:rsid w:val="002154C0"/>
    <w:rsid w:val="00216DBD"/>
    <w:rsid w:val="002204D1"/>
    <w:rsid w:val="002260F6"/>
    <w:rsid w:val="002350FE"/>
    <w:rsid w:val="00241B46"/>
    <w:rsid w:val="002429F1"/>
    <w:rsid w:val="00243D6A"/>
    <w:rsid w:val="00264088"/>
    <w:rsid w:val="00275860"/>
    <w:rsid w:val="00282DC6"/>
    <w:rsid w:val="00285DDB"/>
    <w:rsid w:val="002959EE"/>
    <w:rsid w:val="002A1B73"/>
    <w:rsid w:val="002C5526"/>
    <w:rsid w:val="002D0116"/>
    <w:rsid w:val="002E3064"/>
    <w:rsid w:val="002E7625"/>
    <w:rsid w:val="002F62F4"/>
    <w:rsid w:val="002F7BBC"/>
    <w:rsid w:val="002F7BFF"/>
    <w:rsid w:val="0030427B"/>
    <w:rsid w:val="00304444"/>
    <w:rsid w:val="0030669F"/>
    <w:rsid w:val="00310794"/>
    <w:rsid w:val="0031081E"/>
    <w:rsid w:val="00312E2F"/>
    <w:rsid w:val="00322799"/>
    <w:rsid w:val="00340F14"/>
    <w:rsid w:val="00344046"/>
    <w:rsid w:val="0034636F"/>
    <w:rsid w:val="00347F2D"/>
    <w:rsid w:val="00355CEB"/>
    <w:rsid w:val="0036573E"/>
    <w:rsid w:val="00366D00"/>
    <w:rsid w:val="003742F8"/>
    <w:rsid w:val="00374F76"/>
    <w:rsid w:val="00380679"/>
    <w:rsid w:val="003849DF"/>
    <w:rsid w:val="00392C18"/>
    <w:rsid w:val="003A2DE2"/>
    <w:rsid w:val="003B1903"/>
    <w:rsid w:val="003B638C"/>
    <w:rsid w:val="003D0C03"/>
    <w:rsid w:val="003E3B38"/>
    <w:rsid w:val="003F6741"/>
    <w:rsid w:val="00405B2C"/>
    <w:rsid w:val="004110D2"/>
    <w:rsid w:val="004156AD"/>
    <w:rsid w:val="004258CD"/>
    <w:rsid w:val="004330F1"/>
    <w:rsid w:val="00434C70"/>
    <w:rsid w:val="00437704"/>
    <w:rsid w:val="00464346"/>
    <w:rsid w:val="00465518"/>
    <w:rsid w:val="004708E6"/>
    <w:rsid w:val="00475E95"/>
    <w:rsid w:val="00490A66"/>
    <w:rsid w:val="0049224F"/>
    <w:rsid w:val="004A4AE5"/>
    <w:rsid w:val="004A6939"/>
    <w:rsid w:val="004B03E9"/>
    <w:rsid w:val="004B18EE"/>
    <w:rsid w:val="004B44CC"/>
    <w:rsid w:val="004D6026"/>
    <w:rsid w:val="004D7374"/>
    <w:rsid w:val="004D77B8"/>
    <w:rsid w:val="004E762B"/>
    <w:rsid w:val="00516412"/>
    <w:rsid w:val="00517E96"/>
    <w:rsid w:val="0053141C"/>
    <w:rsid w:val="005477D5"/>
    <w:rsid w:val="005502DE"/>
    <w:rsid w:val="005517AB"/>
    <w:rsid w:val="00555D95"/>
    <w:rsid w:val="00566092"/>
    <w:rsid w:val="005777D8"/>
    <w:rsid w:val="005842BB"/>
    <w:rsid w:val="00584C12"/>
    <w:rsid w:val="005B382D"/>
    <w:rsid w:val="005B63E1"/>
    <w:rsid w:val="005C22F0"/>
    <w:rsid w:val="005C4D87"/>
    <w:rsid w:val="005C53D5"/>
    <w:rsid w:val="005D37E2"/>
    <w:rsid w:val="005F22B7"/>
    <w:rsid w:val="005F4034"/>
    <w:rsid w:val="005F547D"/>
    <w:rsid w:val="005F771A"/>
    <w:rsid w:val="00601D1A"/>
    <w:rsid w:val="006037EA"/>
    <w:rsid w:val="006041C3"/>
    <w:rsid w:val="00614EF5"/>
    <w:rsid w:val="00621E5C"/>
    <w:rsid w:val="0062331C"/>
    <w:rsid w:val="00623CA7"/>
    <w:rsid w:val="00654845"/>
    <w:rsid w:val="00662E25"/>
    <w:rsid w:val="00664575"/>
    <w:rsid w:val="00671581"/>
    <w:rsid w:val="006738C5"/>
    <w:rsid w:val="006743A2"/>
    <w:rsid w:val="00685ED3"/>
    <w:rsid w:val="006879B7"/>
    <w:rsid w:val="006B5A57"/>
    <w:rsid w:val="006C2484"/>
    <w:rsid w:val="006C289D"/>
    <w:rsid w:val="006C363D"/>
    <w:rsid w:val="006C652D"/>
    <w:rsid w:val="006D0D74"/>
    <w:rsid w:val="006E09D8"/>
    <w:rsid w:val="006E1F6C"/>
    <w:rsid w:val="006E34D0"/>
    <w:rsid w:val="006F01AE"/>
    <w:rsid w:val="006F10EB"/>
    <w:rsid w:val="007006FA"/>
    <w:rsid w:val="00700C6B"/>
    <w:rsid w:val="00702025"/>
    <w:rsid w:val="00705675"/>
    <w:rsid w:val="00724A18"/>
    <w:rsid w:val="00725208"/>
    <w:rsid w:val="00727FE9"/>
    <w:rsid w:val="0073040E"/>
    <w:rsid w:val="00731A1F"/>
    <w:rsid w:val="00743803"/>
    <w:rsid w:val="00743D8C"/>
    <w:rsid w:val="00762AAD"/>
    <w:rsid w:val="00762EB3"/>
    <w:rsid w:val="007671BC"/>
    <w:rsid w:val="00780DF2"/>
    <w:rsid w:val="007A3CEC"/>
    <w:rsid w:val="007A465F"/>
    <w:rsid w:val="007A5E98"/>
    <w:rsid w:val="007C10D2"/>
    <w:rsid w:val="007C47B4"/>
    <w:rsid w:val="007C493E"/>
    <w:rsid w:val="007D1175"/>
    <w:rsid w:val="007D2C32"/>
    <w:rsid w:val="007D2D8A"/>
    <w:rsid w:val="007D700A"/>
    <w:rsid w:val="007D729E"/>
    <w:rsid w:val="007D7836"/>
    <w:rsid w:val="007E1E2B"/>
    <w:rsid w:val="007E2D43"/>
    <w:rsid w:val="007F54A7"/>
    <w:rsid w:val="00814BA5"/>
    <w:rsid w:val="0081588C"/>
    <w:rsid w:val="00832406"/>
    <w:rsid w:val="00835204"/>
    <w:rsid w:val="008626C0"/>
    <w:rsid w:val="00865531"/>
    <w:rsid w:val="0086773E"/>
    <w:rsid w:val="008732BE"/>
    <w:rsid w:val="00873733"/>
    <w:rsid w:val="0087575F"/>
    <w:rsid w:val="00875B50"/>
    <w:rsid w:val="00882989"/>
    <w:rsid w:val="00887AC7"/>
    <w:rsid w:val="008A1AF9"/>
    <w:rsid w:val="008A5255"/>
    <w:rsid w:val="008B00D0"/>
    <w:rsid w:val="008B03EE"/>
    <w:rsid w:val="008C3A54"/>
    <w:rsid w:val="008C64DA"/>
    <w:rsid w:val="008D61AD"/>
    <w:rsid w:val="008E0183"/>
    <w:rsid w:val="008F61D9"/>
    <w:rsid w:val="008F7510"/>
    <w:rsid w:val="009030B3"/>
    <w:rsid w:val="009069D6"/>
    <w:rsid w:val="009264FB"/>
    <w:rsid w:val="00933D32"/>
    <w:rsid w:val="00937AD6"/>
    <w:rsid w:val="0094486A"/>
    <w:rsid w:val="00947E91"/>
    <w:rsid w:val="00952F79"/>
    <w:rsid w:val="009532AF"/>
    <w:rsid w:val="009609D7"/>
    <w:rsid w:val="00964B03"/>
    <w:rsid w:val="00964B97"/>
    <w:rsid w:val="009651D0"/>
    <w:rsid w:val="00972057"/>
    <w:rsid w:val="009726DE"/>
    <w:rsid w:val="00985F2E"/>
    <w:rsid w:val="00990CE6"/>
    <w:rsid w:val="009940F9"/>
    <w:rsid w:val="009944C1"/>
    <w:rsid w:val="009A0ABD"/>
    <w:rsid w:val="009B1082"/>
    <w:rsid w:val="009B5C6F"/>
    <w:rsid w:val="009B74D8"/>
    <w:rsid w:val="009C0899"/>
    <w:rsid w:val="009C6623"/>
    <w:rsid w:val="009C74C3"/>
    <w:rsid w:val="009C7831"/>
    <w:rsid w:val="009D0174"/>
    <w:rsid w:val="009D6248"/>
    <w:rsid w:val="009F17B9"/>
    <w:rsid w:val="00A0022C"/>
    <w:rsid w:val="00A23E82"/>
    <w:rsid w:val="00A23FA1"/>
    <w:rsid w:val="00A25D28"/>
    <w:rsid w:val="00A272EF"/>
    <w:rsid w:val="00A30AC3"/>
    <w:rsid w:val="00A3733E"/>
    <w:rsid w:val="00A416FC"/>
    <w:rsid w:val="00A45B2E"/>
    <w:rsid w:val="00A52544"/>
    <w:rsid w:val="00A541E0"/>
    <w:rsid w:val="00A5581B"/>
    <w:rsid w:val="00A5745F"/>
    <w:rsid w:val="00A82458"/>
    <w:rsid w:val="00A859C0"/>
    <w:rsid w:val="00A92803"/>
    <w:rsid w:val="00A92A7B"/>
    <w:rsid w:val="00A946DC"/>
    <w:rsid w:val="00A97CC0"/>
    <w:rsid w:val="00AA6910"/>
    <w:rsid w:val="00AA7AAB"/>
    <w:rsid w:val="00AB1264"/>
    <w:rsid w:val="00AB1919"/>
    <w:rsid w:val="00AB33C0"/>
    <w:rsid w:val="00AC094C"/>
    <w:rsid w:val="00AC0D48"/>
    <w:rsid w:val="00AC391A"/>
    <w:rsid w:val="00AF0EDF"/>
    <w:rsid w:val="00AF1346"/>
    <w:rsid w:val="00AF6E8F"/>
    <w:rsid w:val="00B07BE1"/>
    <w:rsid w:val="00B12F6F"/>
    <w:rsid w:val="00B13983"/>
    <w:rsid w:val="00B17ED3"/>
    <w:rsid w:val="00B32A83"/>
    <w:rsid w:val="00B43446"/>
    <w:rsid w:val="00B45286"/>
    <w:rsid w:val="00B5404E"/>
    <w:rsid w:val="00B57E00"/>
    <w:rsid w:val="00B62A6A"/>
    <w:rsid w:val="00B64475"/>
    <w:rsid w:val="00B662C6"/>
    <w:rsid w:val="00B66A13"/>
    <w:rsid w:val="00B67723"/>
    <w:rsid w:val="00B70472"/>
    <w:rsid w:val="00B72439"/>
    <w:rsid w:val="00B73B33"/>
    <w:rsid w:val="00B73C82"/>
    <w:rsid w:val="00B7496F"/>
    <w:rsid w:val="00B80D2C"/>
    <w:rsid w:val="00B84C05"/>
    <w:rsid w:val="00B84CCB"/>
    <w:rsid w:val="00B856C9"/>
    <w:rsid w:val="00B90635"/>
    <w:rsid w:val="00B94B84"/>
    <w:rsid w:val="00BA0454"/>
    <w:rsid w:val="00BA1A75"/>
    <w:rsid w:val="00BA2D56"/>
    <w:rsid w:val="00BA435E"/>
    <w:rsid w:val="00BD7D45"/>
    <w:rsid w:val="00BE334D"/>
    <w:rsid w:val="00BF1B10"/>
    <w:rsid w:val="00BF560F"/>
    <w:rsid w:val="00C02560"/>
    <w:rsid w:val="00C029B8"/>
    <w:rsid w:val="00C038D2"/>
    <w:rsid w:val="00C056F9"/>
    <w:rsid w:val="00C11289"/>
    <w:rsid w:val="00C17C15"/>
    <w:rsid w:val="00C2184A"/>
    <w:rsid w:val="00C22D83"/>
    <w:rsid w:val="00C24D3E"/>
    <w:rsid w:val="00C25484"/>
    <w:rsid w:val="00C44C53"/>
    <w:rsid w:val="00C55916"/>
    <w:rsid w:val="00C63016"/>
    <w:rsid w:val="00C652FC"/>
    <w:rsid w:val="00C744AE"/>
    <w:rsid w:val="00C74FC2"/>
    <w:rsid w:val="00CA5845"/>
    <w:rsid w:val="00CA671D"/>
    <w:rsid w:val="00CA73F3"/>
    <w:rsid w:val="00CC492F"/>
    <w:rsid w:val="00CD1208"/>
    <w:rsid w:val="00CE312E"/>
    <w:rsid w:val="00CE34AA"/>
    <w:rsid w:val="00CF04A9"/>
    <w:rsid w:val="00CF1355"/>
    <w:rsid w:val="00CF4733"/>
    <w:rsid w:val="00D22259"/>
    <w:rsid w:val="00D2492F"/>
    <w:rsid w:val="00D3172B"/>
    <w:rsid w:val="00D33933"/>
    <w:rsid w:val="00D42007"/>
    <w:rsid w:val="00D426DD"/>
    <w:rsid w:val="00D51E4D"/>
    <w:rsid w:val="00D52C4F"/>
    <w:rsid w:val="00D61809"/>
    <w:rsid w:val="00D645F3"/>
    <w:rsid w:val="00D67E49"/>
    <w:rsid w:val="00D67EDC"/>
    <w:rsid w:val="00D713FD"/>
    <w:rsid w:val="00D7278C"/>
    <w:rsid w:val="00D77E65"/>
    <w:rsid w:val="00D8745B"/>
    <w:rsid w:val="00D92A77"/>
    <w:rsid w:val="00D95308"/>
    <w:rsid w:val="00DA2CA2"/>
    <w:rsid w:val="00DB2DA0"/>
    <w:rsid w:val="00DB355C"/>
    <w:rsid w:val="00DB519A"/>
    <w:rsid w:val="00DB6632"/>
    <w:rsid w:val="00DE47DB"/>
    <w:rsid w:val="00DF50BD"/>
    <w:rsid w:val="00E03F27"/>
    <w:rsid w:val="00E05879"/>
    <w:rsid w:val="00E11D65"/>
    <w:rsid w:val="00E20A80"/>
    <w:rsid w:val="00E40BD8"/>
    <w:rsid w:val="00E40DB1"/>
    <w:rsid w:val="00E450F1"/>
    <w:rsid w:val="00E50BDB"/>
    <w:rsid w:val="00E5336F"/>
    <w:rsid w:val="00E53D7D"/>
    <w:rsid w:val="00E60718"/>
    <w:rsid w:val="00E6239F"/>
    <w:rsid w:val="00E658F3"/>
    <w:rsid w:val="00E6665F"/>
    <w:rsid w:val="00E70E0D"/>
    <w:rsid w:val="00E76CCE"/>
    <w:rsid w:val="00E808CD"/>
    <w:rsid w:val="00E90691"/>
    <w:rsid w:val="00E97361"/>
    <w:rsid w:val="00EA14A4"/>
    <w:rsid w:val="00EA28EF"/>
    <w:rsid w:val="00EB2182"/>
    <w:rsid w:val="00EB47BF"/>
    <w:rsid w:val="00ED1929"/>
    <w:rsid w:val="00EE0566"/>
    <w:rsid w:val="00EE05A2"/>
    <w:rsid w:val="00EE1BB3"/>
    <w:rsid w:val="00EE546D"/>
    <w:rsid w:val="00EF0D00"/>
    <w:rsid w:val="00EF1360"/>
    <w:rsid w:val="00EF2FFF"/>
    <w:rsid w:val="00EF4BC0"/>
    <w:rsid w:val="00F07712"/>
    <w:rsid w:val="00F10D7B"/>
    <w:rsid w:val="00F15D19"/>
    <w:rsid w:val="00F17B98"/>
    <w:rsid w:val="00F27D19"/>
    <w:rsid w:val="00F30436"/>
    <w:rsid w:val="00F369BB"/>
    <w:rsid w:val="00F41856"/>
    <w:rsid w:val="00F451D9"/>
    <w:rsid w:val="00F4584A"/>
    <w:rsid w:val="00F52620"/>
    <w:rsid w:val="00F55698"/>
    <w:rsid w:val="00F63515"/>
    <w:rsid w:val="00F65650"/>
    <w:rsid w:val="00F679C5"/>
    <w:rsid w:val="00F7046A"/>
    <w:rsid w:val="00F8578A"/>
    <w:rsid w:val="00F918A9"/>
    <w:rsid w:val="00F94A81"/>
    <w:rsid w:val="00F95FBD"/>
    <w:rsid w:val="00FA41EF"/>
    <w:rsid w:val="00FD11E5"/>
    <w:rsid w:val="00FD199B"/>
    <w:rsid w:val="00FF1A1D"/>
    <w:rsid w:val="00FF341F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801E9"/>
  <w15:docId w15:val="{23CAECC6-8D68-4B32-9A5F-A47BDEF22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B29"/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056F9"/>
  </w:style>
  <w:style w:type="character" w:styleId="Hipercze">
    <w:name w:val="Hyperlink"/>
    <w:rsid w:val="00134BA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330F1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777D8"/>
    <w:pPr>
      <w:jc w:val="both"/>
    </w:pPr>
    <w:rPr>
      <w:rFonts w:ascii="Times New Roman" w:hAnsi="Times New Roman"/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5777D8"/>
    <w:rPr>
      <w:sz w:val="28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A41E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FA41EF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unhideWhenUsed/>
    <w:rsid w:val="006743A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743A2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37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73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3733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37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3733"/>
    <w:rPr>
      <w:rFonts w:ascii="Arial" w:hAnsi="Arial"/>
      <w:b/>
      <w:bCs/>
    </w:rPr>
  </w:style>
  <w:style w:type="character" w:customStyle="1" w:styleId="StopkaZnak">
    <w:name w:val="Stopka Znak"/>
    <w:basedOn w:val="Domylnaczcionkaakapitu"/>
    <w:link w:val="Stopka"/>
    <w:rsid w:val="00BA43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7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ogonc\Moje%20dokumenty\GIPPIP_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GIPPIP_st</Template>
  <TotalTime>13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 marca 2005 r</vt:lpstr>
    </vt:vector>
  </TitlesOfParts>
  <Company>Ośrodek Szkolenia Państwowej Inspekcji Pracy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 marca 2005 r</dc:title>
  <dc:creator>wogonc;PŻ</dc:creator>
  <cp:lastModifiedBy>Tomasz Pawłowski</cp:lastModifiedBy>
  <cp:revision>12</cp:revision>
  <cp:lastPrinted>2011-12-15T07:54:00Z</cp:lastPrinted>
  <dcterms:created xsi:type="dcterms:W3CDTF">2014-12-12T10:37:00Z</dcterms:created>
  <dcterms:modified xsi:type="dcterms:W3CDTF">2024-09-18T09:02:00Z</dcterms:modified>
</cp:coreProperties>
</file>